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D3" w:rsidRPr="007D77D3" w:rsidRDefault="007D77D3" w:rsidP="007D77D3">
      <w:pPr>
        <w:jc w:val="right"/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77D3">
        <w:rPr>
          <w:rFonts w:ascii="Arial" w:hAnsi="Arial" w:cs="Arial"/>
          <w:b/>
          <w:sz w:val="24"/>
          <w:szCs w:val="24"/>
        </w:rPr>
        <w:t>Anlage B</w:t>
      </w:r>
      <w:r w:rsidR="007A7B21">
        <w:rPr>
          <w:rFonts w:ascii="Arial" w:hAnsi="Arial" w:cs="Arial"/>
          <w:b/>
          <w:sz w:val="24"/>
          <w:szCs w:val="24"/>
        </w:rPr>
        <w:t xml:space="preserve"> 10</w:t>
      </w:r>
    </w:p>
    <w:p w:rsidR="007D77D3" w:rsidRDefault="007D77D3" w:rsidP="00CB1931">
      <w:pPr>
        <w:jc w:val="center"/>
      </w:pPr>
      <w:r>
        <w:tab/>
      </w:r>
      <w:r>
        <w:tab/>
      </w:r>
      <w:r>
        <w:tab/>
      </w:r>
      <w:r>
        <w:tab/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CA5235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Name und amtliche Bezeichnung der Schule/des Schulträgers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7D77D3" w:rsidRPr="00113947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13947">
        <w:rPr>
          <w:b/>
        </w:rPr>
        <w:t xml:space="preserve">Zertifikat über </w:t>
      </w:r>
      <w:r>
        <w:rPr>
          <w:b/>
        </w:rPr>
        <w:t>die fachliche Qualifikation zur „Betreuungskraft</w:t>
      </w:r>
      <w:r w:rsidRPr="00113947">
        <w:rPr>
          <w:b/>
        </w:rPr>
        <w:t xml:space="preserve">“ </w:t>
      </w:r>
    </w:p>
    <w:p w:rsidR="007D77D3" w:rsidRPr="00113947" w:rsidRDefault="00242BEB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nach § 43 b</w:t>
      </w:r>
      <w:r w:rsidR="007D77D3" w:rsidRPr="00113947">
        <w:rPr>
          <w:b/>
        </w:rPr>
        <w:t xml:space="preserve"> SGB XI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Frau/Herr</w:t>
      </w:r>
      <w:r w:rsidR="00CA5235" w:rsidRPr="00CA5235">
        <w:rPr>
          <w:vertAlign w:val="superscript"/>
        </w:rPr>
        <w:t>1</w:t>
      </w:r>
      <w:r>
        <w:t>_________________________________________________________________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t>Vor- und Zuname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geb. am__________________________________ in_______________________________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wird bescheinigt, dass sie/er im Rahmen der Ausbildung zur Staatlich </w:t>
      </w:r>
      <w:r w:rsidR="00CA5235">
        <w:t>geprüften</w:t>
      </w:r>
      <w:r>
        <w:t xml:space="preserve"> Sozial</w:t>
      </w:r>
      <w:r w:rsidR="000E6FB3">
        <w:t>assistentin</w:t>
      </w:r>
      <w:r>
        <w:t xml:space="preserve">/zum Staatlich </w:t>
      </w:r>
      <w:r w:rsidR="00CA5235">
        <w:t>geprüften</w:t>
      </w:r>
      <w:r w:rsidR="000E6FB3">
        <w:t xml:space="preserve"> Sozialassistenten</w:t>
      </w:r>
      <w:r w:rsidR="00956130" w:rsidRPr="00956130">
        <w:rPr>
          <w:vertAlign w:val="superscript"/>
        </w:rPr>
        <w:t>1)</w:t>
      </w:r>
      <w:r>
        <w:t xml:space="preserve"> die erforderlichen fachlichen Kenntnisse zur Betreuungskraft gemäß Richtlinien nach § </w:t>
      </w:r>
      <w:r w:rsidR="00242BEB">
        <w:t>43 b</w:t>
      </w:r>
      <w:r>
        <w:t xml:space="preserve"> SGB XI (Betreuungskräfte-RL vom </w:t>
      </w:r>
      <w:r w:rsidR="00242BEB">
        <w:t>01</w:t>
      </w:r>
      <w:r>
        <w:t xml:space="preserve">. </w:t>
      </w:r>
      <w:r w:rsidR="00242BEB">
        <w:t>Januar</w:t>
      </w:r>
      <w:r>
        <w:t xml:space="preserve"> 20</w:t>
      </w:r>
      <w:r w:rsidR="00242BEB">
        <w:t>17</w:t>
      </w:r>
      <w:r>
        <w:t xml:space="preserve"> in der jeweils g</w:t>
      </w:r>
      <w:r w:rsidR="00242BEB">
        <w:t>e</w:t>
      </w:r>
      <w:r>
        <w:t>l</w:t>
      </w:r>
      <w:r w:rsidR="00242BEB">
        <w:t>tenden</w:t>
      </w:r>
      <w:r w:rsidR="00EF5F07">
        <w:t xml:space="preserve"> Fassung</w:t>
      </w:r>
      <w:r>
        <w:t>)  erworbe</w:t>
      </w:r>
      <w:bookmarkStart w:id="0" w:name="_GoBack"/>
      <w:bookmarkEnd w:id="0"/>
      <w:r>
        <w:t xml:space="preserve">n hat. 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Dieses Zertifikat gilt in Verbindung mit dem Abgangszeugnis/Abschlusszeugnis</w:t>
      </w:r>
      <w:r w:rsidR="00E45261" w:rsidRPr="00E45261">
        <w:rPr>
          <w:vertAlign w:val="superscript"/>
        </w:rPr>
        <w:t>1</w:t>
      </w:r>
      <w:r>
        <w:t xml:space="preserve"> des Bildungsganges der Berufsfachschule </w:t>
      </w:r>
      <w:r w:rsidR="00D663A5">
        <w:t>„</w:t>
      </w:r>
      <w:r>
        <w:t>S</w:t>
      </w:r>
      <w:r w:rsidR="000E6FB3">
        <w:t>taatlich geprüfte Sozialassistentin</w:t>
      </w:r>
      <w:r>
        <w:t>/</w:t>
      </w:r>
      <w:r w:rsidR="000E6FB3">
        <w:t>Staatlich geprüfter Sozialassistent</w:t>
      </w:r>
      <w:r w:rsidR="00D663A5">
        <w:t>“</w:t>
      </w:r>
      <w:r>
        <w:t xml:space="preserve"> vom ____________.</w:t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A5235" w:rsidRDefault="007D77D3" w:rsidP="00CA5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______________________________      </w:t>
      </w:r>
      <w:r w:rsidR="00CA5235">
        <w:tab/>
      </w:r>
      <w:r w:rsidR="00CA5235">
        <w:tab/>
      </w:r>
      <w:r w:rsidR="00CA5235">
        <w:tab/>
        <w:t>______</w:t>
      </w:r>
      <w:r w:rsidR="00CA5235">
        <w:tab/>
        <w:t>______________________</w:t>
      </w:r>
    </w:p>
    <w:p w:rsidR="00CA5235" w:rsidRPr="00CA5235" w:rsidRDefault="00CA5235" w:rsidP="00CA5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CA5235">
        <w:rPr>
          <w:sz w:val="20"/>
          <w:szCs w:val="20"/>
        </w:rPr>
        <w:t>Ort, Datum der Zeugnisausgabe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Klassenlehrerin/Klassenlehrer</w:t>
      </w:r>
    </w:p>
    <w:p w:rsidR="00CA5235" w:rsidRDefault="00CA5235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</w:p>
    <w:p w:rsidR="007D77D3" w:rsidRDefault="00CA5235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 w:rsidR="007D77D3">
        <w:t>(Siegel)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A5235">
        <w:rPr>
          <w:sz w:val="20"/>
          <w:szCs w:val="20"/>
        </w:rPr>
        <w:t>Schulleiterin/Schulleiter</w:t>
      </w:r>
      <w:r>
        <w:tab/>
      </w:r>
    </w:p>
    <w:p w:rsidR="007D77D3" w:rsidRDefault="007D77D3" w:rsidP="007D77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D77D3" w:rsidRDefault="00CA5235" w:rsidP="00CA5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t>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Schulnummer:_________</w:t>
      </w:r>
    </w:p>
    <w:p w:rsidR="007D77D3" w:rsidRPr="00CA5235" w:rsidRDefault="00CA5235" w:rsidP="00CA5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8"/>
          <w:szCs w:val="18"/>
        </w:rPr>
      </w:pPr>
      <w:r w:rsidRPr="00CA5235">
        <w:rPr>
          <w:vertAlign w:val="superscript"/>
        </w:rPr>
        <w:t>1</w:t>
      </w:r>
      <w:r w:rsidR="00C2416F">
        <w:rPr>
          <w:vertAlign w:val="superscript"/>
        </w:rPr>
        <w:t>)</w:t>
      </w:r>
      <w:r>
        <w:t xml:space="preserve"> </w:t>
      </w:r>
      <w:r w:rsidRPr="00CA5235">
        <w:rPr>
          <w:sz w:val="18"/>
          <w:szCs w:val="18"/>
        </w:rPr>
        <w:t>Nichtzutreffendes streichen</w:t>
      </w:r>
    </w:p>
    <w:p w:rsidR="007D77D3" w:rsidRDefault="007D77D3" w:rsidP="007D77D3">
      <w:pPr>
        <w:jc w:val="center"/>
      </w:pPr>
    </w:p>
    <w:p w:rsidR="007D77D3" w:rsidRDefault="007D77D3" w:rsidP="00CB1931">
      <w:pPr>
        <w:jc w:val="center"/>
      </w:pPr>
    </w:p>
    <w:sectPr w:rsidR="007D77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31"/>
    <w:rsid w:val="000213F7"/>
    <w:rsid w:val="000E6FB3"/>
    <w:rsid w:val="00113947"/>
    <w:rsid w:val="001D50E5"/>
    <w:rsid w:val="00201830"/>
    <w:rsid w:val="00242BEB"/>
    <w:rsid w:val="0044604D"/>
    <w:rsid w:val="0055677B"/>
    <w:rsid w:val="006E5EE1"/>
    <w:rsid w:val="00705AC2"/>
    <w:rsid w:val="007A7B21"/>
    <w:rsid w:val="007D77D3"/>
    <w:rsid w:val="00956130"/>
    <w:rsid w:val="009E6EBE"/>
    <w:rsid w:val="00A1684D"/>
    <w:rsid w:val="00A8753F"/>
    <w:rsid w:val="00AC2D53"/>
    <w:rsid w:val="00BB171D"/>
    <w:rsid w:val="00C2416F"/>
    <w:rsid w:val="00CA5235"/>
    <w:rsid w:val="00CB1931"/>
    <w:rsid w:val="00CD3D6F"/>
    <w:rsid w:val="00D663A5"/>
    <w:rsid w:val="00DC2979"/>
    <w:rsid w:val="00E45261"/>
    <w:rsid w:val="00E9472B"/>
    <w:rsid w:val="00EF5F07"/>
    <w:rsid w:val="00F32110"/>
    <w:rsid w:val="00FE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25627379.dotm</Template>
  <TotalTime>0</TotalTime>
  <Pages>1</Pages>
  <Words>115</Words>
  <Characters>1092</Characters>
  <Application>Microsoft Office Word</Application>
  <DocSecurity>0</DocSecurity>
  <Lines>34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2016-06-27T09:30:00Z</cp:lastPrinted>
  <dcterms:created xsi:type="dcterms:W3CDTF">2017-06-02T11:07:00Z</dcterms:created>
  <dcterms:modified xsi:type="dcterms:W3CDTF">2017-06-19T12:43:00Z</dcterms:modified>
</cp:coreProperties>
</file>