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C5" w:rsidRDefault="00F45CC5">
      <w:pPr>
        <w:pStyle w:val="Anlage"/>
      </w:pPr>
      <w:r>
        <w:tab/>
        <w:t>Anlage E5 (Seite 1)</w:t>
      </w:r>
    </w:p>
    <w:p w:rsidR="00F45CC5" w:rsidRDefault="00F45CC5">
      <w:pPr>
        <w:pStyle w:val="Anlage"/>
        <w:rPr>
          <w:rFonts w:ascii="Times New Roman" w:hAnsi="Times New Roman"/>
        </w:rPr>
      </w:pP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Name und amtliche Bezeichnung der Schule</w:t>
      </w:r>
    </w:p>
    <w:p w:rsidR="00F45CC5" w:rsidRDefault="00F45CC5">
      <w:pPr>
        <w:pStyle w:val="Anlage"/>
        <w:tabs>
          <w:tab w:val="left" w:pos="2835"/>
        </w:tabs>
        <w:jc w:val="center"/>
        <w:rPr>
          <w:rFonts w:ascii="Times New Roman" w:hAnsi="Times New Roman"/>
        </w:rPr>
      </w:pPr>
    </w:p>
    <w:p w:rsidR="00F45CC5" w:rsidRPr="00917547" w:rsidRDefault="00F45CC5">
      <w:pPr>
        <w:tabs>
          <w:tab w:val="right" w:pos="8496"/>
        </w:tabs>
        <w:jc w:val="center"/>
        <w:rPr>
          <w:b/>
          <w:bCs/>
          <w:sz w:val="52"/>
        </w:rPr>
      </w:pPr>
      <w:r w:rsidRPr="00917547">
        <w:rPr>
          <w:b/>
          <w:bCs/>
          <w:sz w:val="52"/>
        </w:rPr>
        <w:t>Abschlusszeugnis</w:t>
      </w: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B0699A" w:rsidRDefault="00B0699A">
      <w:pPr>
        <w:tabs>
          <w:tab w:val="right" w:pos="8496"/>
        </w:tabs>
      </w:pPr>
    </w:p>
    <w:p w:rsidR="00F45CC5" w:rsidRDefault="00F45CC5" w:rsidP="00B0699A">
      <w:pPr>
        <w:tabs>
          <w:tab w:val="right" w:pos="8496"/>
        </w:tabs>
        <w:rPr>
          <w:b/>
        </w:rPr>
      </w:pPr>
      <w:r>
        <w:rPr>
          <w:b/>
        </w:rPr>
        <w:t>des B</w:t>
      </w:r>
      <w:r w:rsidR="00B0699A">
        <w:rPr>
          <w:b/>
        </w:rPr>
        <w:t xml:space="preserve">ildungsganges der Fachschule </w:t>
      </w:r>
      <w:r w:rsidR="00AD1CDB">
        <w:rPr>
          <w:b/>
        </w:rPr>
        <w:t xml:space="preserve">für </w:t>
      </w:r>
      <w:r w:rsidR="009F43AB">
        <w:rPr>
          <w:b/>
        </w:rPr>
        <w:t>Wirtschaft</w:t>
      </w:r>
    </w:p>
    <w:p w:rsidR="00B0699A" w:rsidRDefault="00B0699A" w:rsidP="00B0699A">
      <w:pPr>
        <w:tabs>
          <w:tab w:val="right" w:pos="8496"/>
        </w:tabs>
        <w:jc w:val="center"/>
        <w:rPr>
          <w:b/>
        </w:rPr>
      </w:pPr>
    </w:p>
    <w:p w:rsidR="00F45CC5" w:rsidRDefault="00F45CC5">
      <w:pPr>
        <w:tabs>
          <w:tab w:val="right" w:pos="8496"/>
        </w:tabs>
        <w:rPr>
          <w:b/>
        </w:rPr>
      </w:pPr>
    </w:p>
    <w:p w:rsidR="00F45CC5" w:rsidRDefault="00F45CC5">
      <w:pPr>
        <w:tabs>
          <w:tab w:val="left" w:pos="2268"/>
          <w:tab w:val="left" w:pos="4536"/>
        </w:tabs>
        <w:spacing w:after="120"/>
        <w:rPr>
          <w:b/>
        </w:rPr>
      </w:pPr>
      <w:r>
        <w:rPr>
          <w:b/>
        </w:rPr>
        <w:t>Fachrichtung</w:t>
      </w:r>
      <w:r w:rsidR="00B0699A">
        <w:rPr>
          <w:b/>
        </w:rPr>
        <w:t xml:space="preserve"> </w:t>
      </w:r>
      <w:r w:rsidR="009F43AB">
        <w:rPr>
          <w:b/>
        </w:rPr>
        <w:t>Möbelhandel</w:t>
      </w:r>
    </w:p>
    <w:p w:rsidR="00AD1CDB" w:rsidRDefault="00AD1CDB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B0699A" w:rsidRDefault="00B0699A">
      <w:pPr>
        <w:tabs>
          <w:tab w:val="left" w:pos="2268"/>
          <w:tab w:val="left" w:pos="4536"/>
        </w:tabs>
        <w:spacing w:after="120"/>
        <w:rPr>
          <w:b/>
        </w:rPr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tabs>
          <w:tab w:val="right" w:pos="8496"/>
        </w:tabs>
      </w:pPr>
    </w:p>
    <w:p w:rsidR="00F45CC5" w:rsidRDefault="00F45CC5">
      <w:pPr>
        <w:pStyle w:val="NurText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Dem Zeugnis lieg</w:t>
      </w:r>
      <w:r w:rsidR="00917547"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 zugrunde:</w:t>
      </w:r>
    </w:p>
    <w:p w:rsidR="00F45CC5" w:rsidRDefault="00917547" w:rsidP="00F45CC5">
      <w:pPr>
        <w:pStyle w:val="SP-06"/>
        <w:numPr>
          <w:ilvl w:val="0"/>
          <w:numId w:val="7"/>
        </w:numPr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</w:rPr>
        <w:t>d</w:t>
      </w:r>
      <w:r w:rsidR="00F45CC5">
        <w:rPr>
          <w:rFonts w:ascii="Times New Roman" w:hAnsi="Times New Roman"/>
          <w:sz w:val="20"/>
        </w:rPr>
        <w:t>ie Verordnung über die Ausbildung und Prüfung in den Bildungsgängen des Berufskollegs (Ausbildungs</w:t>
      </w:r>
      <w:r w:rsidR="00F45CC5">
        <w:rPr>
          <w:rFonts w:ascii="Times New Roman" w:hAnsi="Times New Roman"/>
          <w:sz w:val="20"/>
        </w:rPr>
        <w:noBreakHyphen/>
        <w:t xml:space="preserve"> und Prüfungsordnung Berufskolleg – APO-BK) vom 26. </w:t>
      </w:r>
      <w:r w:rsidR="00F45CC5">
        <w:rPr>
          <w:rFonts w:ascii="Times New Roman" w:hAnsi="Times New Roman"/>
          <w:sz w:val="20"/>
          <w:lang w:val="it-IT"/>
        </w:rPr>
        <w:t xml:space="preserve">Mai 1999 (SGV. NRW. 223/BASS 13 - 33 </w:t>
      </w:r>
      <w:proofErr w:type="gramStart"/>
      <w:r w:rsidR="00F45CC5">
        <w:rPr>
          <w:rFonts w:ascii="Times New Roman" w:hAnsi="Times New Roman"/>
          <w:sz w:val="20"/>
          <w:lang w:val="it-IT"/>
        </w:rPr>
        <w:t>Nr.</w:t>
      </w:r>
      <w:proofErr w:type="gramEnd"/>
      <w:r w:rsidR="00F45CC5">
        <w:rPr>
          <w:rFonts w:ascii="Times New Roman" w:hAnsi="Times New Roman"/>
          <w:sz w:val="20"/>
          <w:lang w:val="it-IT"/>
        </w:rPr>
        <w:t xml:space="preserve"> 1.1)</w:t>
      </w:r>
    </w:p>
    <w:p w:rsidR="00F45CC5" w:rsidRDefault="00F45CC5">
      <w:pPr>
        <w:pStyle w:val="Anlage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  <w:t>Anlage E5 (Seite 2)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</w:rPr>
      </w:pP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Frau/Herr 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  <w:sz w:val="20"/>
          <w:u w:val="single"/>
        </w:rPr>
        <w:tab/>
      </w:r>
    </w:p>
    <w:p w:rsidR="00F45CC5" w:rsidRDefault="00F45CC5">
      <w:pPr>
        <w:pStyle w:val="StandoEA"/>
        <w:spacing w:after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(Vor- und Zuname)</w:t>
      </w:r>
    </w:p>
    <w:p w:rsidR="00F45CC5" w:rsidRDefault="00F45CC5">
      <w:pPr>
        <w:tabs>
          <w:tab w:val="left" w:pos="3119"/>
          <w:tab w:val="left" w:pos="8505"/>
        </w:tabs>
        <w:spacing w:after="360"/>
        <w:rPr>
          <w:sz w:val="20"/>
        </w:rPr>
      </w:pPr>
      <w:r>
        <w:rPr>
          <w:sz w:val="20"/>
        </w:rPr>
        <w:t>geboren am </w:t>
      </w:r>
      <w:r>
        <w:rPr>
          <w:sz w:val="20"/>
          <w:u w:val="single"/>
        </w:rPr>
        <w:tab/>
      </w:r>
      <w:r>
        <w:rPr>
          <w:sz w:val="20"/>
        </w:rPr>
        <w:t xml:space="preserve"> in </w:t>
      </w:r>
      <w:r>
        <w:rPr>
          <w:sz w:val="20"/>
          <w:u w:val="single"/>
        </w:rPr>
        <w:tab/>
      </w:r>
    </w:p>
    <w:p w:rsidR="00F45CC5" w:rsidRDefault="00F45CC5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>war vom _________________ bis zu</w:t>
      </w:r>
      <w:r w:rsidR="00AD1CDB">
        <w:rPr>
          <w:sz w:val="20"/>
        </w:rPr>
        <w:t>r Aushändigung des Zeugnisses St</w:t>
      </w:r>
      <w:r>
        <w:rPr>
          <w:sz w:val="20"/>
        </w:rPr>
        <w:t>udierende / Studierender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</w:p>
    <w:p w:rsidR="00B0699A" w:rsidRDefault="00F45CC5" w:rsidP="00AD1CDB">
      <w:pPr>
        <w:tabs>
          <w:tab w:val="left" w:pos="3119"/>
          <w:tab w:val="left" w:pos="8505"/>
        </w:tabs>
        <w:spacing w:after="240"/>
        <w:rPr>
          <w:sz w:val="20"/>
        </w:rPr>
      </w:pPr>
      <w:r>
        <w:rPr>
          <w:sz w:val="20"/>
        </w:rPr>
        <w:t xml:space="preserve">der Fachschule </w:t>
      </w:r>
      <w:r w:rsidR="00AD1CDB">
        <w:rPr>
          <w:sz w:val="20"/>
        </w:rPr>
        <w:t xml:space="preserve">für </w:t>
      </w:r>
      <w:r w:rsidR="009F43AB">
        <w:rPr>
          <w:sz w:val="20"/>
        </w:rPr>
        <w:t>Wirtschaft</w:t>
      </w:r>
      <w:r w:rsidR="00AD1CDB">
        <w:rPr>
          <w:sz w:val="20"/>
        </w:rPr>
        <w:t>, Fachrichtung</w:t>
      </w:r>
      <w:r w:rsidR="009F43AB">
        <w:rPr>
          <w:sz w:val="20"/>
        </w:rPr>
        <w:t xml:space="preserve"> Möbelhandel</w:t>
      </w:r>
      <w:r w:rsidR="00B0699A">
        <w:rPr>
          <w:sz w:val="20"/>
        </w:rPr>
        <w:t>.</w:t>
      </w:r>
    </w:p>
    <w:p w:rsidR="00B0699A" w:rsidRDefault="00B0699A" w:rsidP="00B0699A">
      <w:pPr>
        <w:tabs>
          <w:tab w:val="left" w:pos="2268"/>
          <w:tab w:val="left" w:pos="4536"/>
        </w:tabs>
        <w:spacing w:after="120"/>
      </w:pPr>
    </w:p>
    <w:p w:rsidR="00F45CC5" w:rsidRPr="00B0699A" w:rsidRDefault="00F45CC5" w:rsidP="00B0699A">
      <w:pPr>
        <w:tabs>
          <w:tab w:val="left" w:leader="underscore" w:pos="5670"/>
          <w:tab w:val="right" w:leader="underscore" w:pos="9356"/>
        </w:tabs>
        <w:spacing w:before="120"/>
        <w:rPr>
          <w:b/>
          <w:sz w:val="20"/>
        </w:rPr>
      </w:pPr>
      <w:r w:rsidRPr="00B0699A">
        <w:rPr>
          <w:sz w:val="20"/>
        </w:rPr>
        <w:t>Der allgemeine Prüfungsausschuss stellt</w:t>
      </w:r>
      <w:r w:rsidR="00917547">
        <w:rPr>
          <w:sz w:val="20"/>
        </w:rPr>
        <w:t>e</w:t>
      </w:r>
      <w:r w:rsidRPr="00B0699A">
        <w:rPr>
          <w:sz w:val="20"/>
        </w:rPr>
        <w:t xml:space="preserve"> in sein</w:t>
      </w:r>
      <w:r w:rsidR="00B0699A">
        <w:rPr>
          <w:sz w:val="20"/>
        </w:rPr>
        <w:t>er Abschlusskonferenz am ____</w:t>
      </w:r>
      <w:r w:rsidRPr="00B0699A">
        <w:rPr>
          <w:sz w:val="20"/>
        </w:rPr>
        <w:t xml:space="preserve">__ </w:t>
      </w:r>
      <w:r w:rsidR="00B0699A" w:rsidRPr="00B0699A">
        <w:rPr>
          <w:sz w:val="20"/>
        </w:rPr>
        <w:t>folgende</w:t>
      </w:r>
      <w:r w:rsidR="00B0699A">
        <w:t xml:space="preserve"> </w:t>
      </w:r>
      <w:r w:rsidR="00B0699A">
        <w:rPr>
          <w:b/>
          <w:sz w:val="20"/>
        </w:rPr>
        <w:t>Leistungen</w:t>
      </w:r>
      <w:r w:rsidR="00F9109A">
        <w:rPr>
          <w:b/>
          <w:sz w:val="20"/>
        </w:rPr>
        <w:t xml:space="preserve"> </w:t>
      </w:r>
      <w:r w:rsidRPr="00B0699A">
        <w:rPr>
          <w:sz w:val="20"/>
        </w:rPr>
        <w:t>fest:</w:t>
      </w:r>
      <w:r w:rsidR="00F9109A" w:rsidRPr="00F9109A">
        <w:rPr>
          <w:sz w:val="20"/>
          <w:vertAlign w:val="superscript"/>
        </w:rPr>
        <w:t xml:space="preserve"> </w:t>
      </w:r>
      <w:r w:rsidR="00866217">
        <w:rPr>
          <w:sz w:val="20"/>
          <w:vertAlign w:val="superscript"/>
        </w:rPr>
        <w:t>2</w:t>
      </w:r>
      <w:r w:rsidR="00866217" w:rsidRPr="00F9109A">
        <w:rPr>
          <w:sz w:val="20"/>
          <w:vertAlign w:val="superscript"/>
        </w:rPr>
        <w:t>)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AD1CDB" w:rsidRDefault="00AD1CDB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Berufs</w:t>
      </w:r>
      <w:r w:rsidR="00F45CC5" w:rsidRPr="000A237C">
        <w:rPr>
          <w:b/>
        </w:rPr>
        <w:t>übergreifender Lernbereich</w:t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B0699A" w:rsidRDefault="00B0699A" w:rsidP="00B0699A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AD1CDB" w:rsidRDefault="00AD1CDB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</w:p>
    <w:p w:rsidR="00F45CC5" w:rsidRPr="000A237C" w:rsidRDefault="00530D69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>
        <w:rPr>
          <w:b/>
        </w:rPr>
        <w:t>Beruf</w:t>
      </w:r>
      <w:r w:rsidR="00F45CC5" w:rsidRPr="000A237C">
        <w:rPr>
          <w:b/>
        </w:rPr>
        <w:t>sbezogener Lernbereich</w:t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Funotentext"/>
        <w:tabs>
          <w:tab w:val="left" w:pos="5103"/>
          <w:tab w:val="right" w:leader="underscore" w:pos="9356"/>
        </w:tabs>
        <w:spacing w:before="240"/>
      </w:pPr>
      <w:r>
        <w:t>Projektarbeit</w:t>
      </w:r>
      <w:r>
        <w:tab/>
      </w:r>
      <w:r>
        <w:tab/>
      </w:r>
    </w:p>
    <w:p w:rsidR="00F45CC5" w:rsidRDefault="00F45CC5">
      <w:pPr>
        <w:pStyle w:val="NurText"/>
        <w:tabs>
          <w:tab w:val="right" w:leader="underscore" w:pos="9356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Thema: </w:t>
      </w:r>
      <w:r>
        <w:rPr>
          <w:rFonts w:ascii="Times New Roman" w:hAnsi="Times New Roman"/>
        </w:rPr>
        <w:tab/>
      </w:r>
    </w:p>
    <w:p w:rsidR="00F45CC5" w:rsidRDefault="00F45CC5">
      <w:pPr>
        <w:pStyle w:val="Funotentext"/>
        <w:tabs>
          <w:tab w:val="right" w:leader="underscore" w:pos="9356"/>
        </w:tabs>
        <w:spacing w:before="120"/>
      </w:pPr>
      <w:r>
        <w:tab/>
      </w:r>
    </w:p>
    <w:p w:rsidR="007405FF" w:rsidRDefault="007405FF">
      <w:pPr>
        <w:pStyle w:val="Funotentext"/>
        <w:tabs>
          <w:tab w:val="left" w:leader="underscore" w:pos="5670"/>
          <w:tab w:val="right" w:leader="underscore" w:pos="9356"/>
        </w:tabs>
        <w:spacing w:before="120"/>
      </w:pPr>
    </w:p>
    <w:p w:rsidR="00F45CC5" w:rsidRPr="000A237C" w:rsidRDefault="00F45CC5">
      <w:pPr>
        <w:pStyle w:val="Funotentext"/>
        <w:tabs>
          <w:tab w:val="left" w:leader="underscore" w:pos="5670"/>
          <w:tab w:val="right" w:leader="underscore" w:pos="9356"/>
        </w:tabs>
        <w:spacing w:before="120"/>
        <w:rPr>
          <w:b/>
        </w:rPr>
      </w:pPr>
      <w:r w:rsidRPr="000A237C">
        <w:rPr>
          <w:b/>
        </w:rPr>
        <w:t>Differenzierungsbereich</w:t>
      </w:r>
      <w:bookmarkStart w:id="0" w:name="_GoBack"/>
      <w:bookmarkEnd w:id="0"/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tabs>
          <w:tab w:val="right" w:leader="underscore" w:pos="4253"/>
          <w:tab w:val="left" w:pos="5103"/>
          <w:tab w:val="right" w:leader="underscore" w:pos="9356"/>
        </w:tabs>
        <w:spacing w:before="120"/>
      </w:pPr>
      <w:r>
        <w:tab/>
      </w:r>
      <w:r>
        <w:tab/>
      </w:r>
      <w:r>
        <w:tab/>
      </w:r>
    </w:p>
    <w:p w:rsidR="00F45CC5" w:rsidRDefault="00F45CC5">
      <w:pPr>
        <w:pStyle w:val="StandoEA"/>
        <w:rPr>
          <w:rFonts w:ascii="Times New Roman" w:hAnsi="Times New Roman"/>
        </w:rPr>
      </w:pPr>
    </w:p>
    <w:p w:rsidR="00F45CC5" w:rsidRDefault="00F45CC5">
      <w:pPr>
        <w:pStyle w:val="StandoEA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Bemerkungen</w:t>
      </w:r>
    </w:p>
    <w:p w:rsidR="00F45CC5" w:rsidRDefault="00F45CC5">
      <w:pPr>
        <w:pStyle w:val="Standard-6"/>
        <w:tabs>
          <w:tab w:val="right" w:pos="8505"/>
        </w:tabs>
        <w:spacing w:after="18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right" w:pos="8505"/>
        </w:tabs>
        <w:spacing w:after="2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1)</w:t>
      </w:r>
      <w:r w:rsidRPr="00D75D57">
        <w:rPr>
          <w:sz w:val="16"/>
          <w:szCs w:val="16"/>
          <w:vertAlign w:val="superscript"/>
        </w:rPr>
        <w:tab/>
        <w:t xml:space="preserve">Nichtzutreffendes </w:t>
      </w:r>
      <w:r w:rsidR="00866217">
        <w:rPr>
          <w:sz w:val="16"/>
          <w:szCs w:val="16"/>
          <w:vertAlign w:val="superscript"/>
        </w:rPr>
        <w:t>lö</w:t>
      </w:r>
      <w:r w:rsidRPr="00D75D57">
        <w:rPr>
          <w:sz w:val="16"/>
          <w:szCs w:val="16"/>
          <w:vertAlign w:val="superscript"/>
        </w:rPr>
        <w:t xml:space="preserve">schen </w:t>
      </w:r>
    </w:p>
    <w:p w:rsidR="00F9109A" w:rsidRPr="00D75D57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 w:rsidRPr="00D75D57">
        <w:rPr>
          <w:sz w:val="16"/>
          <w:szCs w:val="16"/>
          <w:vertAlign w:val="superscript"/>
        </w:rPr>
        <w:t>2)</w:t>
      </w:r>
      <w:r w:rsidRPr="00D75D57">
        <w:rPr>
          <w:sz w:val="16"/>
          <w:szCs w:val="16"/>
          <w:vertAlign w:val="superscript"/>
        </w:rPr>
        <w:tab/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F9109A" w:rsidRPr="00F9109A" w:rsidRDefault="00F9109A" w:rsidP="00F9109A">
      <w:pPr>
        <w:pStyle w:val="Funotentext"/>
        <w:ind w:left="709" w:hanging="709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3</w:t>
      </w:r>
      <w:r w:rsidRPr="00D75D57">
        <w:rPr>
          <w:sz w:val="16"/>
          <w:szCs w:val="16"/>
          <w:vertAlign w:val="superscript"/>
        </w:rPr>
        <w:t>)</w:t>
      </w:r>
      <w:r w:rsidRPr="00D75D57">
        <w:rPr>
          <w:sz w:val="16"/>
          <w:szCs w:val="16"/>
          <w:vertAlign w:val="superscript"/>
        </w:rPr>
        <w:tab/>
        <w:t xml:space="preserve">Notenstufen gemäß § 48 Abs. 3 </w:t>
      </w:r>
      <w:proofErr w:type="spellStart"/>
      <w:r w:rsidRPr="00D75D57">
        <w:rPr>
          <w:sz w:val="16"/>
          <w:szCs w:val="16"/>
          <w:vertAlign w:val="superscript"/>
        </w:rPr>
        <w:t>SchulG</w:t>
      </w:r>
      <w:proofErr w:type="spellEnd"/>
      <w:r w:rsidRPr="00D75D57">
        <w:rPr>
          <w:sz w:val="16"/>
          <w:szCs w:val="16"/>
          <w:vertAlign w:val="superscript"/>
        </w:rPr>
        <w:t>: sehr gut (1), gut (2), befriedigend (3), ausreichend (4), mangelhaft (5), ungenügend</w:t>
      </w:r>
      <w:r w:rsidR="00917547">
        <w:rPr>
          <w:sz w:val="16"/>
          <w:szCs w:val="16"/>
          <w:vertAlign w:val="superscript"/>
        </w:rPr>
        <w:t xml:space="preserve"> </w:t>
      </w:r>
      <w:r w:rsidRPr="00D75D57">
        <w:rPr>
          <w:sz w:val="16"/>
          <w:szCs w:val="16"/>
          <w:vertAlign w:val="superscript"/>
        </w:rPr>
        <w:t>(6)</w:t>
      </w:r>
    </w:p>
    <w:p w:rsidR="005506CF" w:rsidRDefault="00F45CC5" w:rsidP="005506CF">
      <w:pPr>
        <w:pStyle w:val="Anlage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:rsidR="00F45CC5" w:rsidRDefault="00F45CC5">
      <w:pPr>
        <w:pStyle w:val="Anlage"/>
      </w:pPr>
      <w:r>
        <w:rPr>
          <w:rFonts w:ascii="Times New Roman" w:hAnsi="Times New Roman"/>
        </w:rPr>
        <w:tab/>
      </w:r>
      <w:r>
        <w:t>Anlage E5 (Seite 3)</w:t>
      </w:r>
    </w:p>
    <w:p w:rsidR="00F45CC5" w:rsidRDefault="00F45CC5">
      <w:pPr>
        <w:pStyle w:val="Standard-6"/>
        <w:tabs>
          <w:tab w:val="right" w:pos="8505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rPr>
          <w:rFonts w:ascii="Times New Roman" w:hAnsi="Times New Roman"/>
        </w:rPr>
        <w:t xml:space="preserve"> ____________________________________      hat das staatliche</w:t>
      </w:r>
    </w:p>
    <w:p w:rsidR="00F45CC5" w:rsidRDefault="00F45CC5">
      <w:pPr>
        <w:pStyle w:val="StandoEA"/>
        <w:spacing w:after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(Vor- und Zuname)</w:t>
      </w:r>
    </w:p>
    <w:p w:rsidR="00AD1CDB" w:rsidRDefault="00AD1CDB" w:rsidP="00E50D94">
      <w:pPr>
        <w:pStyle w:val="berschrift7"/>
        <w:jc w:val="left"/>
      </w:pPr>
    </w:p>
    <w:p w:rsidR="00F45CC5" w:rsidRDefault="00F45CC5" w:rsidP="00E50D94">
      <w:pPr>
        <w:pStyle w:val="berschrift7"/>
        <w:jc w:val="left"/>
      </w:pPr>
      <w:r>
        <w:t>Fachschulexamen</w:t>
      </w:r>
      <w:r w:rsidR="00E50D94">
        <w:t xml:space="preserve">  </w:t>
      </w:r>
      <w:r w:rsidRPr="00E50D94">
        <w:rPr>
          <w:b w:val="0"/>
          <w:sz w:val="24"/>
        </w:rPr>
        <w:t>am ____________bestanden.</w:t>
      </w:r>
      <w:r>
        <w:t xml:space="preserve"> </w:t>
      </w:r>
    </w:p>
    <w:p w:rsidR="00F45CC5" w:rsidRDefault="00F45CC5"/>
    <w:p w:rsidR="00AD1CDB" w:rsidRDefault="00AD1CDB"/>
    <w:p w:rsidR="00F45CC5" w:rsidRDefault="00F45CC5"/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1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AD1CDB" w:rsidRDefault="00AD1CDB" w:rsidP="00BD386C">
      <w:pPr>
        <w:rPr>
          <w:sz w:val="28"/>
        </w:rPr>
      </w:pPr>
    </w:p>
    <w:p w:rsidR="00BD386C" w:rsidRPr="00E50D94" w:rsidRDefault="00BD386C" w:rsidP="00BD386C">
      <w:pPr>
        <w:rPr>
          <w:sz w:val="28"/>
        </w:rPr>
      </w:pPr>
      <w:r w:rsidRPr="00E50D94">
        <w:rPr>
          <w:sz w:val="28"/>
        </w:rPr>
        <w:t>Thema der Abschlussarbeit 2 ____________________________     Note</w:t>
      </w:r>
      <w:r w:rsidR="00F9109A">
        <w:rPr>
          <w:sz w:val="20"/>
          <w:vertAlign w:val="superscript"/>
        </w:rPr>
        <w:t>3</w:t>
      </w:r>
      <w:r w:rsidR="00F9109A" w:rsidRPr="00F9109A">
        <w:rPr>
          <w:sz w:val="20"/>
          <w:vertAlign w:val="superscript"/>
        </w:rPr>
        <w:t>)</w:t>
      </w:r>
    </w:p>
    <w:p w:rsidR="00BD386C" w:rsidRPr="00E50D94" w:rsidRDefault="00BD386C" w:rsidP="00BD386C">
      <w:pPr>
        <w:rPr>
          <w:sz w:val="28"/>
        </w:rPr>
      </w:pPr>
    </w:p>
    <w:p w:rsidR="00AD1CDB" w:rsidRDefault="00AD1CDB" w:rsidP="00BD386C">
      <w:pPr>
        <w:rPr>
          <w:sz w:val="28"/>
        </w:rPr>
      </w:pPr>
    </w:p>
    <w:p w:rsidR="00F45CC5" w:rsidRDefault="00F45CC5"/>
    <w:p w:rsidR="009F43AB" w:rsidRDefault="009F43AB"/>
    <w:p w:rsidR="00E50D94" w:rsidRDefault="00E50D94"/>
    <w:p w:rsidR="00F45CC5" w:rsidRDefault="00F45CC5"/>
    <w:p w:rsidR="00F45CC5" w:rsidRDefault="00F45CC5"/>
    <w:p w:rsidR="00AD1CDB" w:rsidRDefault="00AD1CDB"/>
    <w:p w:rsidR="00F45CC5" w:rsidRDefault="00F45CC5">
      <w:r>
        <w:t>Frau/Herr</w:t>
      </w:r>
      <w:r w:rsidR="00F9109A">
        <w:rPr>
          <w:sz w:val="20"/>
          <w:vertAlign w:val="superscript"/>
        </w:rPr>
        <w:t>1</w:t>
      </w:r>
      <w:r w:rsidR="00F9109A" w:rsidRPr="00F9109A">
        <w:rPr>
          <w:sz w:val="20"/>
          <w:vertAlign w:val="superscript"/>
        </w:rPr>
        <w:t>)</w:t>
      </w:r>
      <w:r>
        <w:t xml:space="preserve"> _____________ ist berechtigt, die Berufsbezeichnung</w:t>
      </w:r>
    </w:p>
    <w:p w:rsidR="00F45CC5" w:rsidRDefault="00F45CC5"/>
    <w:p w:rsidR="00F45CC5" w:rsidRDefault="008E4315">
      <w:pPr>
        <w:jc w:val="center"/>
        <w:rPr>
          <w:b/>
          <w:sz w:val="28"/>
        </w:rPr>
      </w:pPr>
      <w:r>
        <w:rPr>
          <w:b/>
          <w:sz w:val="28"/>
        </w:rPr>
        <w:t xml:space="preserve">Staatlich </w:t>
      </w:r>
      <w:r w:rsidR="00AD1CDB">
        <w:rPr>
          <w:b/>
          <w:sz w:val="28"/>
        </w:rPr>
        <w:t>geprüfte</w:t>
      </w:r>
      <w:r w:rsidR="00F45CC5">
        <w:rPr>
          <w:b/>
          <w:sz w:val="28"/>
        </w:rPr>
        <w:t xml:space="preserve">(r) </w:t>
      </w:r>
      <w:r w:rsidR="009F43AB">
        <w:rPr>
          <w:b/>
          <w:sz w:val="28"/>
        </w:rPr>
        <w:t>Einrichtungsfachberater(in)</w:t>
      </w:r>
      <w:r w:rsidR="00F45CC5">
        <w:rPr>
          <w:b/>
          <w:sz w:val="28"/>
        </w:rPr>
        <w:t xml:space="preserve"> </w:t>
      </w:r>
    </w:p>
    <w:p w:rsidR="00F45CC5" w:rsidRDefault="00F45CC5"/>
    <w:p w:rsidR="00F45CC5" w:rsidRDefault="00F45CC5">
      <w:r>
        <w:t>zu führen.</w:t>
      </w:r>
    </w:p>
    <w:p w:rsidR="005506CF" w:rsidRDefault="005506CF"/>
    <w:p w:rsidR="00AD1CDB" w:rsidRDefault="00AD1CDB">
      <w:pPr>
        <w:tabs>
          <w:tab w:val="left" w:pos="3456"/>
        </w:tabs>
      </w:pPr>
    </w:p>
    <w:p w:rsidR="00AD1CDB" w:rsidRDefault="00AD1CDB">
      <w:pPr>
        <w:tabs>
          <w:tab w:val="left" w:pos="3456"/>
        </w:tabs>
      </w:pPr>
    </w:p>
    <w:p w:rsidR="00F45CC5" w:rsidRDefault="00F45CC5">
      <w:pPr>
        <w:tabs>
          <w:tab w:val="left" w:pos="3456"/>
        </w:tabs>
      </w:pPr>
    </w:p>
    <w:p w:rsidR="009F43AB" w:rsidRDefault="009F43AB">
      <w:pPr>
        <w:tabs>
          <w:tab w:val="left" w:pos="3456"/>
        </w:tabs>
      </w:pPr>
    </w:p>
    <w:p w:rsidR="009F43AB" w:rsidRDefault="009F43AB">
      <w:pPr>
        <w:tabs>
          <w:tab w:val="left" w:pos="3456"/>
        </w:tabs>
      </w:pPr>
    </w:p>
    <w:p w:rsidR="00F45CC5" w:rsidRDefault="00F45CC5">
      <w:pPr>
        <w:tabs>
          <w:tab w:val="left" w:pos="3456"/>
          <w:tab w:val="left" w:pos="4536"/>
          <w:tab w:val="left" w:pos="8364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(Ort, Datum der Zeugnisausgabe)</w:t>
      </w:r>
      <w:r>
        <w:rPr>
          <w:rFonts w:ascii="Times New Roman" w:hAnsi="Times New Roman"/>
          <w:sz w:val="20"/>
        </w:rPr>
        <w:tab/>
        <w:t xml:space="preserve">(Vorsitzende/Vorsitzender des </w:t>
      </w:r>
    </w:p>
    <w:p w:rsidR="00F45CC5" w:rsidRDefault="00F45CC5">
      <w:pPr>
        <w:pStyle w:val="StandoEA"/>
        <w:tabs>
          <w:tab w:val="left" w:pos="453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allgemeinen Prüfungsausschusses)</w:t>
      </w: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</w:p>
    <w:p w:rsidR="00F45CC5" w:rsidRDefault="00F45CC5">
      <w:pPr>
        <w:pStyle w:val="StandoEA"/>
        <w:tabs>
          <w:tab w:val="left" w:pos="4536"/>
          <w:tab w:val="left" w:pos="836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F45CC5" w:rsidRDefault="00F45CC5">
      <w:pPr>
        <w:pStyle w:val="StandoEA"/>
        <w:tabs>
          <w:tab w:val="left" w:pos="1560"/>
          <w:tab w:val="left" w:pos="4536"/>
          <w:tab w:val="left" w:pos="552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>(Siegel)</w:t>
      </w:r>
      <w:r>
        <w:rPr>
          <w:rFonts w:ascii="Times New Roman" w:hAnsi="Times New Roman"/>
          <w:sz w:val="20"/>
        </w:rPr>
        <w:tab/>
        <w:t>(Schulleiterin/Schulleiter)</w:t>
      </w:r>
    </w:p>
    <w:p w:rsidR="00E50D94" w:rsidRDefault="00E50D94" w:rsidP="00BD386C">
      <w:pPr>
        <w:pStyle w:val="Anlage"/>
        <w:tabs>
          <w:tab w:val="left" w:pos="2835"/>
        </w:tabs>
        <w:ind w:left="0"/>
        <w:rPr>
          <w:rFonts w:ascii="Times New Roman" w:hAnsi="Times New Roman"/>
          <w:snapToGrid w:val="0"/>
          <w:sz w:val="20"/>
        </w:rPr>
      </w:pP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9F43AB" w:rsidRDefault="009F43A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9F43AB" w:rsidRDefault="009F43A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9F43AB" w:rsidRDefault="009F43A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9F43AB" w:rsidRDefault="009F43A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F9109A" w:rsidRDefault="00F9109A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AD1CDB" w:rsidRDefault="00AD1CDB" w:rsidP="005506CF">
      <w:pPr>
        <w:pStyle w:val="Anlage"/>
        <w:spacing w:after="0"/>
        <w:jc w:val="right"/>
        <w:rPr>
          <w:rFonts w:ascii="Times New Roman" w:hAnsi="Times New Roman"/>
        </w:rPr>
      </w:pPr>
    </w:p>
    <w:p w:rsidR="005506CF" w:rsidRDefault="005506CF" w:rsidP="005506CF">
      <w:pPr>
        <w:pStyle w:val="Anlage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Anlage E5 (Seite 4)</w:t>
      </w:r>
    </w:p>
    <w:p w:rsidR="005506CF" w:rsidRDefault="005506CF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5F6FAA" w:rsidRDefault="005F6FAA" w:rsidP="005506CF">
      <w:pPr>
        <w:rPr>
          <w:sz w:val="20"/>
          <w:u w:val="single"/>
        </w:rPr>
      </w:pPr>
    </w:p>
    <w:p w:rsidR="005F6FAA" w:rsidRDefault="005F6FAA" w:rsidP="005506CF">
      <w:pPr>
        <w:rPr>
          <w:sz w:val="20"/>
          <w:u w:val="single"/>
        </w:rPr>
      </w:pPr>
    </w:p>
    <w:p w:rsidR="00414390" w:rsidRDefault="00414390" w:rsidP="005506CF">
      <w:pPr>
        <w:rPr>
          <w:sz w:val="20"/>
          <w:u w:val="single"/>
        </w:rPr>
      </w:pPr>
    </w:p>
    <w:p w:rsidR="005F6FAA" w:rsidRPr="005F6FAA" w:rsidRDefault="005F6FAA" w:rsidP="005F6FAA">
      <w:pPr>
        <w:rPr>
          <w:sz w:val="20"/>
          <w:u w:val="single"/>
        </w:rPr>
      </w:pPr>
      <w:r w:rsidRPr="005F6FAA">
        <w:rPr>
          <w:sz w:val="20"/>
          <w:u w:val="single"/>
        </w:rPr>
        <w:t>Rechtsbehelfsbelehrung:</w:t>
      </w:r>
    </w:p>
    <w:p w:rsidR="005F6FAA" w:rsidRPr="005F6FAA" w:rsidRDefault="005F6FAA" w:rsidP="005F6FAA">
      <w:pPr>
        <w:rPr>
          <w:sz w:val="20"/>
        </w:rPr>
      </w:pPr>
      <w:r w:rsidRPr="005F6FAA">
        <w:rPr>
          <w:sz w:val="20"/>
        </w:rPr>
        <w:t>Gegen dieses Zeugnis kann innerhalb eines Monats nach Bekanntgabe des Zeugnisses Widerspruch eingelegt werden. Der Widerspruch ist beim Berufskolleg (Name und Anschrift der Schule) schriftlich oder zur Niederschrift zu erheben.</w:t>
      </w:r>
    </w:p>
    <w:p w:rsidR="005506CF" w:rsidRPr="005F6FAA" w:rsidRDefault="005F6FAA" w:rsidP="005F6FAA">
      <w:pPr>
        <w:rPr>
          <w:sz w:val="20"/>
        </w:rPr>
      </w:pPr>
      <w:r w:rsidRPr="005F6FAA">
        <w:rPr>
          <w:sz w:val="20"/>
        </w:rPr>
        <w:t>Falls die Frist durch das Verschulden einer/eines Bevollmächtigten versäumt wird, wird dieses Verschulden der Widerspruchsführerin/dem Widerspruchsführer zugerechnet.</w:t>
      </w:r>
    </w:p>
    <w:p w:rsidR="005506CF" w:rsidRPr="005F6FAA" w:rsidRDefault="005506CF" w:rsidP="007D576E">
      <w:pPr>
        <w:pStyle w:val="Textkrper-Zeileneinzug"/>
        <w:spacing w:line="240" w:lineRule="auto"/>
        <w:ind w:left="0" w:firstLine="0"/>
        <w:jc w:val="left"/>
        <w:rPr>
          <w:sz w:val="20"/>
        </w:rPr>
      </w:pPr>
      <w:r w:rsidRPr="005F6FAA">
        <w:rPr>
          <w:sz w:val="20"/>
        </w:rPr>
        <w:tab/>
      </w:r>
      <w:r w:rsidRPr="005F6FAA">
        <w:rPr>
          <w:sz w:val="20"/>
        </w:rPr>
        <w:tab/>
      </w:r>
      <w:r w:rsidRPr="005F6FAA">
        <w:rPr>
          <w:sz w:val="20"/>
        </w:rPr>
        <w:tab/>
      </w:r>
      <w:r w:rsidRPr="005F6FAA">
        <w:rPr>
          <w:sz w:val="20"/>
        </w:rPr>
        <w:tab/>
      </w:r>
      <w:r w:rsidRPr="005F6FAA">
        <w:rPr>
          <w:sz w:val="20"/>
        </w:rPr>
        <w:tab/>
      </w:r>
      <w:r w:rsidRPr="005F6FAA">
        <w:rPr>
          <w:sz w:val="20"/>
        </w:rPr>
        <w:tab/>
      </w:r>
      <w:r w:rsidRPr="005F6FAA">
        <w:rPr>
          <w:sz w:val="20"/>
        </w:rPr>
        <w:tab/>
      </w:r>
      <w:r w:rsidRPr="005F6FAA">
        <w:rPr>
          <w:sz w:val="20"/>
        </w:rPr>
        <w:tab/>
      </w:r>
      <w:r w:rsidRPr="005F6FAA">
        <w:rPr>
          <w:sz w:val="20"/>
        </w:rPr>
        <w:tab/>
        <w:t>Schulnummer: __________</w:t>
      </w:r>
    </w:p>
    <w:sectPr w:rsidR="005506CF" w:rsidRPr="005F6FAA">
      <w:headerReference w:type="even" r:id="rId8"/>
      <w:footerReference w:type="default" r:id="rId9"/>
      <w:pgSz w:w="11906" w:h="16838"/>
      <w:pgMar w:top="1276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EB" w:rsidRDefault="00790EEB">
      <w:r>
        <w:separator/>
      </w:r>
    </w:p>
  </w:endnote>
  <w:endnote w:type="continuationSeparator" w:id="0">
    <w:p w:rsidR="00790EEB" w:rsidRDefault="0079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8" w:usb1="00000000" w:usb2="00000020" w:usb3="00120008" w:csb0="77AA6A39" w:csb1="0537975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Fuzeile"/>
      <w:tabs>
        <w:tab w:val="clear" w:pos="4153"/>
        <w:tab w:val="clear" w:pos="8306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EB" w:rsidRDefault="00790EEB">
      <w:r>
        <w:separator/>
      </w:r>
    </w:p>
  </w:footnote>
  <w:footnote w:type="continuationSeparator" w:id="0">
    <w:p w:rsidR="00790EEB" w:rsidRDefault="00790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CC5" w:rsidRDefault="00F45CC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85011">
      <w:rPr>
        <w:rStyle w:val="Seitenzahl"/>
        <w:noProof/>
      </w:rPr>
      <w:t>4</w:t>
    </w:r>
    <w:r>
      <w:rPr>
        <w:rStyle w:val="Seitenzahl"/>
      </w:rPr>
      <w:fldChar w:fldCharType="end"/>
    </w:r>
  </w:p>
  <w:p w:rsidR="00F45CC5" w:rsidRDefault="00F45C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64F"/>
    <w:multiLevelType w:val="multilevel"/>
    <w:tmpl w:val="B8F65530"/>
    <w:lvl w:ilvl="0">
      <w:start w:val="1"/>
      <w:numFmt w:val="decimal"/>
      <w:pStyle w:val="GliederungsPunk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DF77E6"/>
    <w:multiLevelType w:val="hybridMultilevel"/>
    <w:tmpl w:val="10CA87D4"/>
    <w:lvl w:ilvl="0" w:tplc="54D605B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932DA"/>
    <w:multiLevelType w:val="singleLevel"/>
    <w:tmpl w:val="7E142B6A"/>
    <w:name w:val="Arabisch"/>
    <w:lvl w:ilvl="0">
      <w:start w:val="1"/>
      <w:numFmt w:val="decimal"/>
      <w:pStyle w:val="NummerArab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3">
    <w:nsid w:val="10C62D17"/>
    <w:multiLevelType w:val="singleLevel"/>
    <w:tmpl w:val="7C16FFF8"/>
    <w:name w:val="Strich"/>
    <w:lvl w:ilvl="0">
      <w:start w:val="1"/>
      <w:numFmt w:val="decimal"/>
      <w:pStyle w:val="ListeStrich"/>
      <w:lvlText w:val="-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>
    <w:nsid w:val="2EE3762A"/>
    <w:multiLevelType w:val="singleLevel"/>
    <w:tmpl w:val="926CD720"/>
    <w:name w:val="Punkt"/>
    <w:lvl w:ilvl="0">
      <w:start w:val="1"/>
      <w:numFmt w:val="decimal"/>
      <w:pStyle w:val="ListePunk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>
    <w:nsid w:val="41AF2039"/>
    <w:multiLevelType w:val="multilevel"/>
    <w:tmpl w:val="A8C4112C"/>
    <w:name w:val="GGemischt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lowerRoman"/>
      <w:lvlText w:val="%3.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4)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lowerRoman"/>
      <w:lvlText w:val="%6)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(%4)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lowerLetter"/>
      <w:lvlText w:val="(%5)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lowerRoman"/>
      <w:lvlText w:val="(%6)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6">
    <w:nsid w:val="4E782772"/>
    <w:multiLevelType w:val="hybridMultilevel"/>
    <w:tmpl w:val="B29CB8CC"/>
    <w:lvl w:ilvl="0" w:tplc="4EF0CE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6A0A3F"/>
    <w:multiLevelType w:val="multilevel"/>
    <w:tmpl w:val="1D78C656"/>
    <w:name w:val="GRömisch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upperRoman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upperRoman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upperRoman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upperRoman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upperRoman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upperRoman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upperRoman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upperRoman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abstractNum w:abstractNumId="8">
    <w:nsid w:val="574F3B60"/>
    <w:multiLevelType w:val="singleLevel"/>
    <w:tmpl w:val="6A6A03E6"/>
    <w:name w:val="Römisch"/>
    <w:lvl w:ilvl="0">
      <w:start w:val="1"/>
      <w:numFmt w:val="upperRoman"/>
      <w:pStyle w:val="NummerRmisch"/>
      <w:lvlText w:val="%1."/>
      <w:lvlJc w:val="left"/>
      <w:pPr>
        <w:tabs>
          <w:tab w:val="num" w:pos="340"/>
        </w:tabs>
        <w:ind w:left="340" w:hanging="340"/>
      </w:pPr>
      <w:rPr>
        <w:rFonts w:ascii="9999999" w:hAnsi="9999999"/>
      </w:rPr>
    </w:lvl>
  </w:abstractNum>
  <w:abstractNum w:abstractNumId="9">
    <w:nsid w:val="71FE78A8"/>
    <w:multiLevelType w:val="singleLevel"/>
    <w:tmpl w:val="F8E88856"/>
    <w:name w:val="Kasten"/>
    <w:lvl w:ilvl="0">
      <w:start w:val="1"/>
      <w:numFmt w:val="decimal"/>
      <w:pStyle w:val="ListeKasten"/>
      <w:lvlText w:val="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0">
    <w:nsid w:val="728E0D5F"/>
    <w:multiLevelType w:val="singleLevel"/>
    <w:tmpl w:val="2D3A93FE"/>
    <w:name w:val="ListePunkt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</w:abstractNum>
  <w:abstractNum w:abstractNumId="11">
    <w:nsid w:val="766E322C"/>
    <w:multiLevelType w:val="multilevel"/>
    <w:tmpl w:val="35846694"/>
    <w:name w:val="GDezimal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9999999" w:hAnsi="9999999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453"/>
      </w:pPr>
      <w:rPr>
        <w:rFonts w:ascii="9999999" w:hAnsi="9999999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454"/>
      </w:pPr>
      <w:rPr>
        <w:rFonts w:ascii="9999999" w:hAnsi="9999999"/>
      </w:r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453"/>
      </w:pPr>
      <w:rPr>
        <w:rFonts w:ascii="9999999" w:hAnsi="9999999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2268" w:hanging="454"/>
      </w:pPr>
      <w:rPr>
        <w:rFonts w:ascii="9999999" w:hAnsi="9999999"/>
      </w:rPr>
    </w:lvl>
    <w:lvl w:ilvl="5">
      <w:start w:val="1"/>
      <w:numFmt w:val="decimal"/>
      <w:lvlText w:val="%1.%2.%3.%4.%5.%6"/>
      <w:lvlJc w:val="left"/>
      <w:pPr>
        <w:tabs>
          <w:tab w:val="num" w:pos="2721"/>
        </w:tabs>
        <w:ind w:left="2721" w:hanging="453"/>
      </w:pPr>
      <w:rPr>
        <w:rFonts w:ascii="9999999" w:hAnsi="9999999"/>
      </w:rPr>
    </w:lvl>
    <w:lvl w:ilvl="6">
      <w:start w:val="1"/>
      <w:numFmt w:val="decimal"/>
      <w:lvlText w:val="%1.%2.%3.%4.%5.%6.%7"/>
      <w:lvlJc w:val="left"/>
      <w:pPr>
        <w:tabs>
          <w:tab w:val="num" w:pos="3175"/>
        </w:tabs>
        <w:ind w:left="3175" w:hanging="454"/>
      </w:pPr>
      <w:rPr>
        <w:rFonts w:ascii="9999999" w:hAnsi="9999999"/>
      </w:rPr>
    </w:lvl>
    <w:lvl w:ilvl="7">
      <w:start w:val="1"/>
      <w:numFmt w:val="decimal"/>
      <w:lvlText w:val="%1.%2.%3.%4.%5.%6.%7.%8"/>
      <w:lvlJc w:val="left"/>
      <w:pPr>
        <w:tabs>
          <w:tab w:val="num" w:pos="3628"/>
        </w:tabs>
        <w:ind w:left="3628" w:hanging="453"/>
      </w:pPr>
      <w:rPr>
        <w:rFonts w:ascii="9999999" w:hAnsi="9999999"/>
      </w:rPr>
    </w:lvl>
    <w:lvl w:ilvl="8">
      <w:start w:val="1"/>
      <w:numFmt w:val="decimal"/>
      <w:lvlText w:val="%1.%2.%3.%4.%5.%6.%7.%8.%9"/>
      <w:lvlJc w:val="left"/>
      <w:pPr>
        <w:tabs>
          <w:tab w:val="num" w:pos="4082"/>
        </w:tabs>
        <w:ind w:left="4082" w:hanging="454"/>
      </w:pPr>
      <w:rPr>
        <w:rFonts w:ascii="9999999" w:hAnsi="9999999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InHouse" w:val="Im H a u s e"/>
  </w:docVars>
  <w:rsids>
    <w:rsidRoot w:val="00153894"/>
    <w:rsid w:val="000569AC"/>
    <w:rsid w:val="00085011"/>
    <w:rsid w:val="000A237C"/>
    <w:rsid w:val="00153894"/>
    <w:rsid w:val="00183698"/>
    <w:rsid w:val="00414390"/>
    <w:rsid w:val="004C1B7C"/>
    <w:rsid w:val="00530D69"/>
    <w:rsid w:val="005506CF"/>
    <w:rsid w:val="00583238"/>
    <w:rsid w:val="005E1112"/>
    <w:rsid w:val="005F6FAA"/>
    <w:rsid w:val="007374AE"/>
    <w:rsid w:val="007405FF"/>
    <w:rsid w:val="00790EEB"/>
    <w:rsid w:val="007D576E"/>
    <w:rsid w:val="00866217"/>
    <w:rsid w:val="008E4315"/>
    <w:rsid w:val="00917547"/>
    <w:rsid w:val="00971786"/>
    <w:rsid w:val="009F43AB"/>
    <w:rsid w:val="00A2347C"/>
    <w:rsid w:val="00A42234"/>
    <w:rsid w:val="00AD1CDB"/>
    <w:rsid w:val="00B0699A"/>
    <w:rsid w:val="00B56E54"/>
    <w:rsid w:val="00B87A73"/>
    <w:rsid w:val="00BD386C"/>
    <w:rsid w:val="00C858FF"/>
    <w:rsid w:val="00CE504E"/>
    <w:rsid w:val="00CE7492"/>
    <w:rsid w:val="00D02801"/>
    <w:rsid w:val="00D93D59"/>
    <w:rsid w:val="00D95BE7"/>
    <w:rsid w:val="00E50D94"/>
    <w:rsid w:val="00F45CC5"/>
    <w:rsid w:val="00F9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tabs>
        <w:tab w:val="left" w:pos="0"/>
        <w:tab w:val="left" w:pos="423"/>
        <w:tab w:val="left" w:pos="564"/>
        <w:tab w:val="left" w:pos="705"/>
        <w:tab w:val="left" w:pos="846"/>
        <w:tab w:val="left" w:pos="1361"/>
        <w:tab w:val="left" w:pos="1988"/>
        <w:tab w:val="left" w:pos="2614"/>
        <w:tab w:val="left" w:pos="3241"/>
        <w:tab w:val="left" w:pos="3413"/>
        <w:tab w:val="left" w:pos="4495"/>
        <w:tab w:val="left" w:pos="5122"/>
        <w:tab w:val="left" w:pos="5749"/>
        <w:tab w:val="left" w:pos="6376"/>
        <w:tab w:val="left" w:pos="7003"/>
        <w:tab w:val="left" w:pos="7630"/>
        <w:tab w:val="left" w:pos="8257"/>
        <w:tab w:val="left" w:pos="8884"/>
        <w:tab w:val="left" w:pos="9511"/>
      </w:tabs>
      <w:spacing w:line="361" w:lineRule="atLeast"/>
      <w:jc w:val="center"/>
      <w:outlineLvl w:val="5"/>
    </w:pPr>
    <w:rPr>
      <w:rFonts w:ascii="Times" w:hAnsi="Times"/>
      <w:b/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ind w:left="215" w:hanging="215"/>
      <w:outlineLvl w:val="7"/>
    </w:pPr>
    <w:rPr>
      <w:rFonts w:ascii="Arial" w:hAnsi="Arial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BezugAnlg">
    <w:name w:val="BetrBezugAnlg"/>
    <w:basedOn w:val="Standard"/>
    <w:next w:val="Standard"/>
    <w:pPr>
      <w:ind w:left="851" w:hanging="851"/>
      <w:jc w:val="both"/>
    </w:pPr>
  </w:style>
  <w:style w:type="paragraph" w:customStyle="1" w:styleId="Hier">
    <w:name w:val="Hier"/>
    <w:basedOn w:val="BetrBezugAnlg"/>
    <w:next w:val="Standard"/>
    <w:pPr>
      <w:ind w:left="1418" w:hanging="568"/>
    </w:pPr>
  </w:style>
  <w:style w:type="paragraph" w:customStyle="1" w:styleId="GliederungsPunkt">
    <w:name w:val="GliederungsPunkt"/>
    <w:basedOn w:val="berschrift1"/>
    <w:next w:val="Standard"/>
    <w:pPr>
      <w:numPr>
        <w:numId w:val="1"/>
      </w:numPr>
      <w:tabs>
        <w:tab w:val="clear" w:pos="360"/>
      </w:tabs>
      <w:spacing w:before="0" w:after="0"/>
      <w:ind w:left="0" w:hanging="567"/>
    </w:pPr>
    <w:rPr>
      <w:rFonts w:ascii="Times New Roman" w:hAnsi="Times New Roman"/>
      <w:b w:val="0"/>
      <w:kern w:val="0"/>
      <w:sz w:val="24"/>
    </w:rPr>
  </w:style>
  <w:style w:type="paragraph" w:customStyle="1" w:styleId="Adressen">
    <w:name w:val="Adressen"/>
    <w:basedOn w:val="Standard"/>
  </w:style>
  <w:style w:type="paragraph" w:customStyle="1" w:styleId="Autoren">
    <w:name w:val="Autoren"/>
    <w:basedOn w:val="Standard"/>
    <w:next w:val="Standard"/>
    <w:pPr>
      <w:ind w:left="1474" w:hanging="1474"/>
    </w:pPr>
  </w:style>
  <w:style w:type="paragraph" w:customStyle="1" w:styleId="ListeStrich">
    <w:name w:val="ListeStrich"/>
    <w:basedOn w:val="Standard"/>
    <w:pPr>
      <w:numPr>
        <w:numId w:val="2"/>
      </w:numPr>
    </w:pPr>
  </w:style>
  <w:style w:type="paragraph" w:customStyle="1" w:styleId="ListePunkt">
    <w:name w:val="ListePunkt"/>
    <w:basedOn w:val="Standard"/>
    <w:pPr>
      <w:numPr>
        <w:numId w:val="3"/>
      </w:numPr>
    </w:pPr>
  </w:style>
  <w:style w:type="paragraph" w:customStyle="1" w:styleId="ListeWeiter">
    <w:name w:val="ListeWeiter"/>
    <w:basedOn w:val="Standard"/>
    <w:pPr>
      <w:ind w:left="284"/>
    </w:pPr>
  </w:style>
  <w:style w:type="paragraph" w:customStyle="1" w:styleId="ListeKasten">
    <w:name w:val="ListeKasten"/>
    <w:basedOn w:val="Standard"/>
    <w:pPr>
      <w:numPr>
        <w:numId w:val="4"/>
      </w:numPr>
    </w:pPr>
  </w:style>
  <w:style w:type="paragraph" w:customStyle="1" w:styleId="NummerArabisch">
    <w:name w:val="NummerArabisch"/>
    <w:basedOn w:val="Standard"/>
    <w:pPr>
      <w:numPr>
        <w:numId w:val="5"/>
      </w:numPr>
    </w:pPr>
  </w:style>
  <w:style w:type="paragraph" w:customStyle="1" w:styleId="NummerRmisch">
    <w:name w:val="NummerRömisch"/>
    <w:basedOn w:val="Standard"/>
    <w:pPr>
      <w:numPr>
        <w:numId w:val="6"/>
      </w:numPr>
    </w:pPr>
  </w:style>
  <w:style w:type="paragraph" w:styleId="Endnotentext">
    <w:name w:val="endnote text"/>
    <w:basedOn w:val="Standard"/>
    <w:semiHidden/>
    <w:rPr>
      <w:sz w:val="20"/>
    </w:rPr>
  </w:style>
  <w:style w:type="character" w:customStyle="1" w:styleId="AktenZeichen">
    <w:name w:val="AktenZeichen"/>
    <w:basedOn w:val="Absatz-Standardschriftart"/>
  </w:style>
  <w:style w:type="character" w:styleId="Endnotenzeichen">
    <w:name w:val="endnote reference"/>
    <w:semiHidden/>
    <w:rPr>
      <w:vertAlign w:val="superscript"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spacing w:line="360" w:lineRule="auto"/>
      <w:jc w:val="center"/>
    </w:pPr>
    <w:rPr>
      <w:rFonts w:ascii="Impact" w:hAnsi="Impact"/>
      <w:sz w:val="32"/>
    </w:rPr>
  </w:style>
  <w:style w:type="paragraph" w:styleId="Textkrper2">
    <w:name w:val="Body Text 2"/>
    <w:basedOn w:val="Standard"/>
    <w:semiHidden/>
    <w:pPr>
      <w:spacing w:line="360" w:lineRule="auto"/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709" w:firstLine="66"/>
      <w:jc w:val="both"/>
    </w:pPr>
  </w:style>
  <w:style w:type="paragraph" w:styleId="Textkrper-Einzug2">
    <w:name w:val="Body Text Indent 2"/>
    <w:basedOn w:val="Standard"/>
    <w:semiHidden/>
    <w:pPr>
      <w:spacing w:line="360" w:lineRule="auto"/>
      <w:ind w:left="1134"/>
      <w:jc w:val="both"/>
    </w:pPr>
  </w:style>
  <w:style w:type="paragraph" w:styleId="Textkrper-Einzug3">
    <w:name w:val="Body Text Indent 3"/>
    <w:basedOn w:val="Standard"/>
    <w:semiHidden/>
    <w:pPr>
      <w:spacing w:line="360" w:lineRule="auto"/>
      <w:ind w:left="284" w:hanging="284"/>
      <w:jc w:val="both"/>
    </w:pPr>
  </w:style>
  <w:style w:type="paragraph" w:customStyle="1" w:styleId="FR1">
    <w:name w:val="FR1"/>
    <w:pPr>
      <w:widowControl w:val="0"/>
    </w:pPr>
    <w:rPr>
      <w:snapToGrid w:val="0"/>
      <w:sz w:val="16"/>
    </w:rPr>
  </w:style>
  <w:style w:type="paragraph" w:customStyle="1" w:styleId="Flietext">
    <w:name w:val="Fließtext"/>
    <w:basedOn w:val="Standard"/>
    <w:pPr>
      <w:spacing w:after="240" w:line="360" w:lineRule="auto"/>
    </w:pPr>
  </w:style>
  <w:style w:type="paragraph" w:styleId="NurText">
    <w:name w:val="Plain Text"/>
    <w:basedOn w:val="Standard"/>
    <w:semiHidden/>
    <w:rPr>
      <w:rFonts w:ascii="Courier New" w:hAnsi="Courier New"/>
      <w:sz w:val="20"/>
    </w:rPr>
  </w:style>
  <w:style w:type="paragraph" w:customStyle="1" w:styleId="Paragraph1">
    <w:name w:val="Paragraph1"/>
    <w:basedOn w:val="Standard"/>
    <w:pPr>
      <w:widowControl w:val="0"/>
      <w:tabs>
        <w:tab w:val="left" w:pos="709"/>
      </w:tabs>
      <w:spacing w:before="360" w:after="240"/>
      <w:ind w:left="709" w:hanging="709"/>
      <w:jc w:val="center"/>
    </w:pPr>
    <w:rPr>
      <w:rFonts w:ascii="Arial" w:hAnsi="Arial"/>
      <w:i/>
    </w:rPr>
  </w:style>
  <w:style w:type="paragraph" w:styleId="Titel">
    <w:name w:val="Title"/>
    <w:basedOn w:val="Standard"/>
    <w:qFormat/>
    <w:pPr>
      <w:jc w:val="center"/>
    </w:pPr>
  </w:style>
  <w:style w:type="paragraph" w:customStyle="1" w:styleId="StandoEA">
    <w:name w:val="Stand. o. EA"/>
    <w:basedOn w:val="Standard"/>
    <w:pPr>
      <w:widowControl w:val="0"/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spacing w:line="360" w:lineRule="auto"/>
      <w:jc w:val="both"/>
    </w:pPr>
  </w:style>
  <w:style w:type="paragraph" w:customStyle="1" w:styleId="Standard-6">
    <w:name w:val="Standard-6"/>
    <w:basedOn w:val="Standard"/>
    <w:pPr>
      <w:widowControl w:val="0"/>
      <w:spacing w:after="120"/>
      <w:jc w:val="both"/>
    </w:pPr>
    <w:rPr>
      <w:rFonts w:ascii="Arial" w:hAnsi="Arial"/>
    </w:rPr>
  </w:style>
  <w:style w:type="paragraph" w:customStyle="1" w:styleId="SP-12">
    <w:name w:val="SP-12"/>
    <w:pPr>
      <w:widowControl w:val="0"/>
      <w:tabs>
        <w:tab w:val="left" w:pos="284"/>
      </w:tabs>
      <w:spacing w:after="240"/>
      <w:ind w:left="284" w:hanging="284"/>
      <w:jc w:val="both"/>
    </w:pPr>
    <w:rPr>
      <w:rFonts w:ascii="Arial" w:hAnsi="Arial"/>
      <w:sz w:val="24"/>
    </w:rPr>
  </w:style>
  <w:style w:type="paragraph" w:customStyle="1" w:styleId="Standardeinzug6">
    <w:name w:val="Standardeinzug 6"/>
    <w:basedOn w:val="Standardeinzug12"/>
    <w:pPr>
      <w:spacing w:after="120"/>
    </w:pPr>
  </w:style>
  <w:style w:type="paragraph" w:customStyle="1" w:styleId="Standardeinzug12">
    <w:name w:val="Standardeinzug.12"/>
    <w:basedOn w:val="Standard"/>
    <w:pPr>
      <w:widowControl w:val="0"/>
      <w:tabs>
        <w:tab w:val="left" w:pos="426"/>
      </w:tabs>
      <w:spacing w:after="240"/>
      <w:ind w:left="425" w:hanging="425"/>
      <w:jc w:val="both"/>
    </w:pPr>
    <w:rPr>
      <w:rFonts w:ascii="Arial" w:hAnsi="Arial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SP-06">
    <w:name w:val="SP-06"/>
    <w:basedOn w:val="SP-12"/>
    <w:pPr>
      <w:spacing w:after="120"/>
    </w:p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Anlage">
    <w:name w:val="Anlage"/>
    <w:pPr>
      <w:tabs>
        <w:tab w:val="right" w:pos="8505"/>
      </w:tabs>
      <w:spacing w:after="240"/>
      <w:ind w:left="6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2"/>
    </w:rPr>
  </w:style>
  <w:style w:type="paragraph" w:customStyle="1" w:styleId="SPvorGl">
    <w:name w:val="SP vor Gl"/>
    <w:basedOn w:val="Standard"/>
    <w:pPr>
      <w:tabs>
        <w:tab w:val="left" w:pos="284"/>
      </w:tabs>
      <w:spacing w:after="480"/>
      <w:ind w:left="284" w:hanging="284"/>
      <w:jc w:val="both"/>
    </w:pPr>
    <w:rPr>
      <w:rFonts w:ascii="Arial" w:hAnsi="Arial"/>
      <w:sz w:val="22"/>
    </w:rPr>
  </w:style>
  <w:style w:type="paragraph" w:customStyle="1" w:styleId="SPoEA">
    <w:name w:val="SP o. EA"/>
    <w:basedOn w:val="SP-12"/>
    <w:pPr>
      <w:widowControl/>
      <w:spacing w:after="0"/>
    </w:pPr>
    <w:rPr>
      <w:sz w:val="22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149B0EAC.dotm</Template>
  <TotalTime>0</TotalTime>
  <Pages>4</Pages>
  <Words>282</Words>
  <Characters>2353</Characters>
  <Application>Microsoft Office Word</Application>
  <DocSecurity>0</DocSecurity>
  <Lines>213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UnknownCompany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UnknownAuthor</dc:creator>
  <cp:lastModifiedBy>Zech, Detlef</cp:lastModifiedBy>
  <cp:revision>9</cp:revision>
  <cp:lastPrinted>2015-01-07T12:30:00Z</cp:lastPrinted>
  <dcterms:created xsi:type="dcterms:W3CDTF">2015-01-06T10:14:00Z</dcterms:created>
  <dcterms:modified xsi:type="dcterms:W3CDTF">2015-04-02T09:23:00Z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n#Aktenzeichen">
    <vt:lpwstr>_x000d_
_x000d_
</vt:lpwstr>
  </property>
  <property fmtid="{D5CDD505-2E9C-101B-9397-08002B2CF9AE}" pid="3" name="bn#Referent">
    <vt:lpwstr/>
  </property>
  <property fmtid="{D5CDD505-2E9C-101B-9397-08002B2CF9AE}" pid="4" name="bn#Referatsleiter">
    <vt:lpwstr/>
  </property>
  <property fmtid="{D5CDD505-2E9C-101B-9397-08002B2CF9AE}" pid="5" name="bn#Bearbeiter">
    <vt:lpwstr/>
  </property>
  <property fmtid="{D5CDD505-2E9C-101B-9397-08002B2CF9AE}" pid="6" name="bn#Entwurfsdatum">
    <vt:lpwstr>    Februar 1998</vt:lpwstr>
  </property>
  <property fmtid="{D5CDD505-2E9C-101B-9397-08002B2CF9AE}" pid="7" name="bn#EntwurfsErstellungsdatum">
    <vt:filetime>1998-02-10T23:00:00Z</vt:filetime>
  </property>
</Properties>
</file>